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5BFFF" w14:textId="77777777" w:rsidR="00E4420F" w:rsidRPr="009E5BC6" w:rsidRDefault="00E4420F" w:rsidP="00644793">
      <w:pPr>
        <w:overflowPunct/>
        <w:autoSpaceDE/>
        <w:autoSpaceDN/>
        <w:adjustRightInd/>
        <w:textAlignment w:val="auto"/>
        <w:rPr>
          <w:rFonts w:ascii="Tahoma" w:hAnsi="Tahoma" w:cs="Tahoma"/>
          <w:b/>
          <w:sz w:val="22"/>
          <w:szCs w:val="22"/>
        </w:rPr>
      </w:pPr>
      <w:r w:rsidRPr="009E5BC6">
        <w:rPr>
          <w:rFonts w:ascii="Tahoma" w:hAnsi="Tahoma" w:cs="Tahoma"/>
          <w:b/>
          <w:sz w:val="22"/>
          <w:szCs w:val="22"/>
        </w:rPr>
        <w:t xml:space="preserve">IZJAVA </w:t>
      </w:r>
      <w:r>
        <w:rPr>
          <w:rFonts w:ascii="Tahoma" w:hAnsi="Tahoma" w:cs="Tahoma"/>
          <w:b/>
          <w:sz w:val="22"/>
          <w:szCs w:val="22"/>
        </w:rPr>
        <w:t>P</w:t>
      </w:r>
      <w:r w:rsidRPr="009E5BC6">
        <w:rPr>
          <w:rFonts w:ascii="Tahoma" w:hAnsi="Tahoma" w:cs="Tahoma"/>
          <w:b/>
          <w:sz w:val="22"/>
          <w:szCs w:val="22"/>
        </w:rPr>
        <w:t>REJEMNIKA</w:t>
      </w:r>
      <w:r>
        <w:rPr>
          <w:rFonts w:ascii="Tahoma" w:hAnsi="Tahoma" w:cs="Tahoma"/>
          <w:b/>
          <w:sz w:val="22"/>
          <w:szCs w:val="22"/>
        </w:rPr>
        <w:t xml:space="preserve"> NEPOVRATNIH SREDSTEV</w:t>
      </w:r>
      <w:r w:rsidR="00ED4411">
        <w:rPr>
          <w:rFonts w:ascii="Tahoma" w:hAnsi="Tahoma" w:cs="Tahoma"/>
          <w:b/>
          <w:sz w:val="22"/>
          <w:szCs w:val="22"/>
        </w:rPr>
        <w:t xml:space="preserve"> </w:t>
      </w:r>
    </w:p>
    <w:p w14:paraId="5D837FD6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18CC2BA8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6BB3899F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61B37E70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3E067B42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19B37463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  <w:r w:rsidRPr="00117244">
        <w:rPr>
          <w:rFonts w:ascii="Tahoma" w:hAnsi="Tahoma" w:cs="Tahoma"/>
          <w:b/>
          <w:sz w:val="22"/>
          <w:szCs w:val="22"/>
        </w:rPr>
        <w:t>IZJAVL</w:t>
      </w:r>
      <w:r>
        <w:rPr>
          <w:rFonts w:ascii="Tahoma" w:hAnsi="Tahoma" w:cs="Tahoma"/>
          <w:b/>
          <w:sz w:val="22"/>
          <w:szCs w:val="22"/>
        </w:rPr>
        <w:t>JAM</w:t>
      </w:r>
      <w:r w:rsidR="00A32E7E">
        <w:rPr>
          <w:rFonts w:ascii="Tahoma" w:hAnsi="Tahoma" w:cs="Tahoma"/>
          <w:b/>
          <w:sz w:val="22"/>
          <w:szCs w:val="22"/>
        </w:rPr>
        <w:t>,</w:t>
      </w:r>
    </w:p>
    <w:p w14:paraId="1484B28A" w14:textId="77777777" w:rsidR="00E4420F" w:rsidRDefault="00E4420F" w:rsidP="00644793">
      <w:pPr>
        <w:jc w:val="center"/>
        <w:rPr>
          <w:rFonts w:ascii="Tahoma" w:hAnsi="Tahoma" w:cs="Tahoma"/>
          <w:b/>
          <w:sz w:val="22"/>
          <w:szCs w:val="22"/>
        </w:rPr>
      </w:pPr>
    </w:p>
    <w:p w14:paraId="41C210EE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4D104829" w14:textId="423737C2" w:rsidR="00A32E7E" w:rsidRPr="00A32E7E" w:rsidRDefault="00743066" w:rsidP="00A32E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da bom do </w:t>
      </w:r>
      <w:r w:rsidR="00D76241">
        <w:rPr>
          <w:rFonts w:ascii="Tahoma" w:hAnsi="Tahoma" w:cs="Tahoma"/>
          <w:sz w:val="22"/>
          <w:szCs w:val="22"/>
        </w:rPr>
        <w:t>15</w:t>
      </w:r>
      <w:r>
        <w:rPr>
          <w:rFonts w:ascii="Tahoma" w:hAnsi="Tahoma" w:cs="Tahoma"/>
          <w:sz w:val="22"/>
          <w:szCs w:val="22"/>
        </w:rPr>
        <w:t>.12.202</w:t>
      </w:r>
      <w:r w:rsidR="00D76241">
        <w:rPr>
          <w:rFonts w:ascii="Tahoma" w:hAnsi="Tahoma" w:cs="Tahoma"/>
          <w:sz w:val="22"/>
          <w:szCs w:val="22"/>
        </w:rPr>
        <w:t>6</w:t>
      </w:r>
      <w:r w:rsidR="00A32E7E" w:rsidRPr="00A32E7E">
        <w:rPr>
          <w:rFonts w:ascii="Tahoma" w:hAnsi="Tahoma" w:cs="Tahoma"/>
          <w:sz w:val="22"/>
          <w:szCs w:val="22"/>
        </w:rPr>
        <w:t xml:space="preserve"> predložil občinski upravi dokazila, da ima v stavbi prijavljeno stalno prebivališče najmanj en prebivalec.</w:t>
      </w:r>
    </w:p>
    <w:p w14:paraId="04AD3499" w14:textId="77777777" w:rsidR="00A32E7E" w:rsidRPr="00A32E7E" w:rsidRDefault="00A32E7E" w:rsidP="00A32E7E">
      <w:pPr>
        <w:ind w:left="360"/>
        <w:jc w:val="both"/>
        <w:rPr>
          <w:rFonts w:ascii="Tahoma" w:hAnsi="Tahoma" w:cs="Tahoma"/>
          <w:sz w:val="22"/>
          <w:szCs w:val="22"/>
        </w:rPr>
      </w:pPr>
    </w:p>
    <w:p w14:paraId="03C7940C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1A874842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2EBD2C8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3C023572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3BC93ABE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31DF6D2E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636C559A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4E1CD142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4294A26C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5B27F415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Kraj in datum: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Vlagatelj:</w:t>
      </w:r>
    </w:p>
    <w:p w14:paraId="26CBA438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</w:p>
    <w:p w14:paraId="6D67C2F8" w14:textId="77777777" w:rsidR="00E4420F" w:rsidRDefault="00E4420F" w:rsidP="006447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______________________</w:t>
      </w:r>
    </w:p>
    <w:p w14:paraId="40AFA100" w14:textId="77777777" w:rsidR="00E4420F" w:rsidRPr="00294365" w:rsidRDefault="00E4420F" w:rsidP="00644793">
      <w:p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294365">
        <w:rPr>
          <w:rFonts w:ascii="Tahoma" w:hAnsi="Tahoma" w:cs="Tahoma"/>
          <w:i/>
          <w:sz w:val="18"/>
          <w:szCs w:val="18"/>
        </w:rPr>
        <w:t>(podpis)</w:t>
      </w:r>
    </w:p>
    <w:p w14:paraId="2CC04F0C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68A5553A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29C3720E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49FB50B6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495436D9" w14:textId="77777777" w:rsidR="00E4420F" w:rsidRDefault="00E4420F" w:rsidP="00644793">
      <w:pPr>
        <w:jc w:val="both"/>
        <w:rPr>
          <w:rFonts w:ascii="Tahoma" w:hAnsi="Tahoma" w:cs="Tahoma"/>
          <w:sz w:val="18"/>
          <w:szCs w:val="18"/>
        </w:rPr>
      </w:pPr>
    </w:p>
    <w:p w14:paraId="3EC90FC7" w14:textId="77777777" w:rsidR="00E4420F" w:rsidRPr="009F131E" w:rsidRDefault="00E4420F" w:rsidP="00644793">
      <w:pPr>
        <w:pStyle w:val="Odstavekseznama"/>
        <w:ind w:left="0"/>
        <w:jc w:val="both"/>
        <w:rPr>
          <w:highlight w:val="yellow"/>
        </w:rPr>
      </w:pPr>
    </w:p>
    <w:sectPr w:rsidR="00E4420F" w:rsidRPr="009F131E" w:rsidSect="00C94F9D">
      <w:footerReference w:type="even" r:id="rId7"/>
      <w:footerReference w:type="default" r:id="rId8"/>
      <w:headerReference w:type="first" r:id="rId9"/>
      <w:type w:val="continuous"/>
      <w:pgSz w:w="11907" w:h="16840" w:code="9"/>
      <w:pgMar w:top="1418" w:right="1418" w:bottom="1276" w:left="1418" w:header="708" w:footer="708" w:gutter="0"/>
      <w:paperSrc w:first="2" w:other="2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D562" w14:textId="77777777" w:rsidR="00BC0971" w:rsidRDefault="00BC0971">
      <w:r>
        <w:separator/>
      </w:r>
    </w:p>
  </w:endnote>
  <w:endnote w:type="continuationSeparator" w:id="0">
    <w:p w14:paraId="2D033AE8" w14:textId="77777777" w:rsidR="00BC0971" w:rsidRDefault="00BC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81E5" w14:textId="77777777"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6B2FDA06" w14:textId="77777777" w:rsidR="00E4420F" w:rsidRDefault="00E4420F" w:rsidP="00641FBD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CA4A" w14:textId="77777777" w:rsidR="00E4420F" w:rsidRDefault="00E4420F" w:rsidP="00A5279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664FC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09F34743" w14:textId="77777777" w:rsidR="00E4420F" w:rsidRDefault="00E4420F" w:rsidP="00641FBD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232E" w14:textId="77777777" w:rsidR="00BC0971" w:rsidRDefault="00BC0971">
      <w:r>
        <w:separator/>
      </w:r>
    </w:p>
  </w:footnote>
  <w:footnote w:type="continuationSeparator" w:id="0">
    <w:p w14:paraId="30486EAB" w14:textId="77777777" w:rsidR="00BC0971" w:rsidRDefault="00BC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CBDB" w14:textId="77777777" w:rsidR="00E4420F" w:rsidRPr="00E51F6B" w:rsidRDefault="00E4420F" w:rsidP="007D7F5E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2A2"/>
    <w:multiLevelType w:val="hybridMultilevel"/>
    <w:tmpl w:val="68E21EF4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6534A9"/>
    <w:multiLevelType w:val="hybridMultilevel"/>
    <w:tmpl w:val="C896D9C4"/>
    <w:lvl w:ilvl="0" w:tplc="6532C01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9D612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8822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77C3A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CC42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104E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50C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CA97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8A36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3051EC"/>
    <w:multiLevelType w:val="hybridMultilevel"/>
    <w:tmpl w:val="4516B47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454A3F"/>
    <w:multiLevelType w:val="hybridMultilevel"/>
    <w:tmpl w:val="2152A1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AC3BB0"/>
    <w:multiLevelType w:val="hybridMultilevel"/>
    <w:tmpl w:val="26BC860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948BD"/>
    <w:multiLevelType w:val="hybridMultilevel"/>
    <w:tmpl w:val="9828B152"/>
    <w:lvl w:ilvl="0" w:tplc="099C1A64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  <w:b/>
        <w:i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1465"/>
    <w:multiLevelType w:val="hybridMultilevel"/>
    <w:tmpl w:val="3862965E"/>
    <w:lvl w:ilvl="0" w:tplc="0F709AD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4BC5C1C"/>
    <w:multiLevelType w:val="hybridMultilevel"/>
    <w:tmpl w:val="D6C496E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C157B"/>
    <w:multiLevelType w:val="hybridMultilevel"/>
    <w:tmpl w:val="CFC68A8A"/>
    <w:lvl w:ilvl="0" w:tplc="D07849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F12A24"/>
    <w:multiLevelType w:val="hybridMultilevel"/>
    <w:tmpl w:val="BF4C8138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5001"/>
    <w:multiLevelType w:val="hybridMultilevel"/>
    <w:tmpl w:val="D494B0B4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D161C"/>
    <w:multiLevelType w:val="hybridMultilevel"/>
    <w:tmpl w:val="EAD8274E"/>
    <w:lvl w:ilvl="0" w:tplc="4D96D1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B129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76E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9FAC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22A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EEC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9B2CE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706D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54C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FB47B6"/>
    <w:multiLevelType w:val="hybridMultilevel"/>
    <w:tmpl w:val="42507DF2"/>
    <w:lvl w:ilvl="0" w:tplc="6C4057A8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D2423"/>
    <w:multiLevelType w:val="hybridMultilevel"/>
    <w:tmpl w:val="BFB291D8"/>
    <w:lvl w:ilvl="0" w:tplc="E6B07DA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DE6506"/>
    <w:multiLevelType w:val="hybridMultilevel"/>
    <w:tmpl w:val="73C235B8"/>
    <w:lvl w:ilvl="0" w:tplc="0424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A4381"/>
    <w:multiLevelType w:val="hybridMultilevel"/>
    <w:tmpl w:val="CA50DE00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1776"/>
    <w:multiLevelType w:val="hybridMultilevel"/>
    <w:tmpl w:val="FBACB456"/>
    <w:lvl w:ilvl="0" w:tplc="DBB8CD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F709A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36C99"/>
    <w:multiLevelType w:val="hybridMultilevel"/>
    <w:tmpl w:val="D3088752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F29CD"/>
    <w:multiLevelType w:val="hybridMultilevel"/>
    <w:tmpl w:val="AF30491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A40218"/>
    <w:multiLevelType w:val="hybridMultilevel"/>
    <w:tmpl w:val="F042D32E"/>
    <w:lvl w:ilvl="0" w:tplc="0F70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  <w:num w:numId="11">
    <w:abstractNumId w:val="19"/>
  </w:num>
  <w:num w:numId="12">
    <w:abstractNumId w:val="10"/>
  </w:num>
  <w:num w:numId="13">
    <w:abstractNumId w:val="15"/>
  </w:num>
  <w:num w:numId="14">
    <w:abstractNumId w:val="5"/>
  </w:num>
  <w:num w:numId="15">
    <w:abstractNumId w:val="17"/>
  </w:num>
  <w:num w:numId="16">
    <w:abstractNumId w:val="14"/>
  </w:num>
  <w:num w:numId="17">
    <w:abstractNumId w:val="8"/>
  </w:num>
  <w:num w:numId="18">
    <w:abstractNumId w:val="18"/>
  </w:num>
  <w:num w:numId="19">
    <w:abstractNumId w:val="13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FA8"/>
    <w:rsid w:val="00000533"/>
    <w:rsid w:val="000062A2"/>
    <w:rsid w:val="000131AE"/>
    <w:rsid w:val="00030424"/>
    <w:rsid w:val="000375E2"/>
    <w:rsid w:val="00044404"/>
    <w:rsid w:val="00045FCF"/>
    <w:rsid w:val="00057577"/>
    <w:rsid w:val="00063721"/>
    <w:rsid w:val="0006546E"/>
    <w:rsid w:val="00094C3C"/>
    <w:rsid w:val="00097D6D"/>
    <w:rsid w:val="000B088C"/>
    <w:rsid w:val="000B165E"/>
    <w:rsid w:val="000F0BE5"/>
    <w:rsid w:val="000F3CE1"/>
    <w:rsid w:val="000F4615"/>
    <w:rsid w:val="0010652C"/>
    <w:rsid w:val="00117244"/>
    <w:rsid w:val="0013745E"/>
    <w:rsid w:val="00145301"/>
    <w:rsid w:val="00161702"/>
    <w:rsid w:val="00170D14"/>
    <w:rsid w:val="0017501C"/>
    <w:rsid w:val="001752EB"/>
    <w:rsid w:val="00176912"/>
    <w:rsid w:val="00183037"/>
    <w:rsid w:val="001C53AB"/>
    <w:rsid w:val="001C6DD2"/>
    <w:rsid w:val="001D4FFA"/>
    <w:rsid w:val="001D6739"/>
    <w:rsid w:val="001E2996"/>
    <w:rsid w:val="001F3EF0"/>
    <w:rsid w:val="001F42B5"/>
    <w:rsid w:val="001F5278"/>
    <w:rsid w:val="001F56CA"/>
    <w:rsid w:val="0022486E"/>
    <w:rsid w:val="00234CAF"/>
    <w:rsid w:val="002522E2"/>
    <w:rsid w:val="00256991"/>
    <w:rsid w:val="00271739"/>
    <w:rsid w:val="002749E7"/>
    <w:rsid w:val="00284C23"/>
    <w:rsid w:val="00294365"/>
    <w:rsid w:val="002B3A48"/>
    <w:rsid w:val="002B487E"/>
    <w:rsid w:val="002B6380"/>
    <w:rsid w:val="002C48B7"/>
    <w:rsid w:val="002D11C0"/>
    <w:rsid w:val="002E7DB3"/>
    <w:rsid w:val="002F1E25"/>
    <w:rsid w:val="002F6C35"/>
    <w:rsid w:val="00303E90"/>
    <w:rsid w:val="00304C67"/>
    <w:rsid w:val="00312EB5"/>
    <w:rsid w:val="00315883"/>
    <w:rsid w:val="003159C4"/>
    <w:rsid w:val="00317C74"/>
    <w:rsid w:val="003213E6"/>
    <w:rsid w:val="003503FD"/>
    <w:rsid w:val="00384C92"/>
    <w:rsid w:val="003A023E"/>
    <w:rsid w:val="003B67C2"/>
    <w:rsid w:val="003C2817"/>
    <w:rsid w:val="003D6330"/>
    <w:rsid w:val="00410904"/>
    <w:rsid w:val="004119F8"/>
    <w:rsid w:val="00415563"/>
    <w:rsid w:val="00416C66"/>
    <w:rsid w:val="00421F66"/>
    <w:rsid w:val="00426CC0"/>
    <w:rsid w:val="004274D0"/>
    <w:rsid w:val="00430D66"/>
    <w:rsid w:val="00433B94"/>
    <w:rsid w:val="00457BAC"/>
    <w:rsid w:val="0046052D"/>
    <w:rsid w:val="004616DB"/>
    <w:rsid w:val="00465322"/>
    <w:rsid w:val="004664FC"/>
    <w:rsid w:val="00473180"/>
    <w:rsid w:val="00494F1F"/>
    <w:rsid w:val="004C1A23"/>
    <w:rsid w:val="004C3285"/>
    <w:rsid w:val="004D6455"/>
    <w:rsid w:val="004E6594"/>
    <w:rsid w:val="004F1457"/>
    <w:rsid w:val="004F2607"/>
    <w:rsid w:val="00503A7E"/>
    <w:rsid w:val="00506E0A"/>
    <w:rsid w:val="00513A7B"/>
    <w:rsid w:val="005232D2"/>
    <w:rsid w:val="005264A7"/>
    <w:rsid w:val="00535F5E"/>
    <w:rsid w:val="00540396"/>
    <w:rsid w:val="00542AE9"/>
    <w:rsid w:val="00543FD4"/>
    <w:rsid w:val="00574FE6"/>
    <w:rsid w:val="00575ACA"/>
    <w:rsid w:val="00585AD0"/>
    <w:rsid w:val="00594B03"/>
    <w:rsid w:val="005C6A23"/>
    <w:rsid w:val="006124B3"/>
    <w:rsid w:val="00614E4E"/>
    <w:rsid w:val="00623206"/>
    <w:rsid w:val="0062713C"/>
    <w:rsid w:val="00627B00"/>
    <w:rsid w:val="00633495"/>
    <w:rsid w:val="00641FBD"/>
    <w:rsid w:val="00644793"/>
    <w:rsid w:val="00673F36"/>
    <w:rsid w:val="00687BCD"/>
    <w:rsid w:val="006A2A3B"/>
    <w:rsid w:val="006A34A2"/>
    <w:rsid w:val="006A6440"/>
    <w:rsid w:val="006B55EB"/>
    <w:rsid w:val="006C0B31"/>
    <w:rsid w:val="006C6419"/>
    <w:rsid w:val="006E4D30"/>
    <w:rsid w:val="00712238"/>
    <w:rsid w:val="00730960"/>
    <w:rsid w:val="00743066"/>
    <w:rsid w:val="0074560F"/>
    <w:rsid w:val="00763090"/>
    <w:rsid w:val="007672EE"/>
    <w:rsid w:val="00773A25"/>
    <w:rsid w:val="007771FE"/>
    <w:rsid w:val="00777877"/>
    <w:rsid w:val="007811C6"/>
    <w:rsid w:val="007968E2"/>
    <w:rsid w:val="007D6F8E"/>
    <w:rsid w:val="007D7F5E"/>
    <w:rsid w:val="0080122C"/>
    <w:rsid w:val="0080350A"/>
    <w:rsid w:val="0082089A"/>
    <w:rsid w:val="008268A2"/>
    <w:rsid w:val="00853C98"/>
    <w:rsid w:val="00863E54"/>
    <w:rsid w:val="00880DEA"/>
    <w:rsid w:val="008904E3"/>
    <w:rsid w:val="0089305F"/>
    <w:rsid w:val="008A52A3"/>
    <w:rsid w:val="008B1FCD"/>
    <w:rsid w:val="008B609B"/>
    <w:rsid w:val="008E22ED"/>
    <w:rsid w:val="008F72E1"/>
    <w:rsid w:val="008F7596"/>
    <w:rsid w:val="00902768"/>
    <w:rsid w:val="00912413"/>
    <w:rsid w:val="00945818"/>
    <w:rsid w:val="00965826"/>
    <w:rsid w:val="00965D41"/>
    <w:rsid w:val="009715EB"/>
    <w:rsid w:val="00971F82"/>
    <w:rsid w:val="00974FA8"/>
    <w:rsid w:val="00981D80"/>
    <w:rsid w:val="00983C9F"/>
    <w:rsid w:val="009C04AF"/>
    <w:rsid w:val="009E5BC6"/>
    <w:rsid w:val="009F131E"/>
    <w:rsid w:val="009F7E85"/>
    <w:rsid w:val="00A137CB"/>
    <w:rsid w:val="00A32E7E"/>
    <w:rsid w:val="00A52797"/>
    <w:rsid w:val="00A604B1"/>
    <w:rsid w:val="00A64BFE"/>
    <w:rsid w:val="00A66498"/>
    <w:rsid w:val="00AA1486"/>
    <w:rsid w:val="00AA18D7"/>
    <w:rsid w:val="00AA1ABC"/>
    <w:rsid w:val="00AB687E"/>
    <w:rsid w:val="00AB793C"/>
    <w:rsid w:val="00AD6FB0"/>
    <w:rsid w:val="00AE1CA1"/>
    <w:rsid w:val="00AE475E"/>
    <w:rsid w:val="00AE6785"/>
    <w:rsid w:val="00AF1E23"/>
    <w:rsid w:val="00AF488F"/>
    <w:rsid w:val="00B000FA"/>
    <w:rsid w:val="00B0014D"/>
    <w:rsid w:val="00B1456C"/>
    <w:rsid w:val="00B15A69"/>
    <w:rsid w:val="00B2265B"/>
    <w:rsid w:val="00B2620E"/>
    <w:rsid w:val="00B309AB"/>
    <w:rsid w:val="00B319C6"/>
    <w:rsid w:val="00B41BCA"/>
    <w:rsid w:val="00B57505"/>
    <w:rsid w:val="00B612B1"/>
    <w:rsid w:val="00B670B5"/>
    <w:rsid w:val="00B82602"/>
    <w:rsid w:val="00BB6E44"/>
    <w:rsid w:val="00BC0971"/>
    <w:rsid w:val="00BE1AE3"/>
    <w:rsid w:val="00BE690F"/>
    <w:rsid w:val="00BF5A23"/>
    <w:rsid w:val="00BF6AF1"/>
    <w:rsid w:val="00C06144"/>
    <w:rsid w:val="00C15D70"/>
    <w:rsid w:val="00C16DFD"/>
    <w:rsid w:val="00C227A2"/>
    <w:rsid w:val="00C3033A"/>
    <w:rsid w:val="00C51376"/>
    <w:rsid w:val="00C51878"/>
    <w:rsid w:val="00C56285"/>
    <w:rsid w:val="00C607CA"/>
    <w:rsid w:val="00C64487"/>
    <w:rsid w:val="00C6766A"/>
    <w:rsid w:val="00C77A26"/>
    <w:rsid w:val="00C94F9D"/>
    <w:rsid w:val="00CA0941"/>
    <w:rsid w:val="00CA3830"/>
    <w:rsid w:val="00CA6146"/>
    <w:rsid w:val="00CA711D"/>
    <w:rsid w:val="00CB0C31"/>
    <w:rsid w:val="00CC6339"/>
    <w:rsid w:val="00CC7BC0"/>
    <w:rsid w:val="00CC7E3E"/>
    <w:rsid w:val="00CD1A7B"/>
    <w:rsid w:val="00CD59AD"/>
    <w:rsid w:val="00CD6175"/>
    <w:rsid w:val="00CD6400"/>
    <w:rsid w:val="00CD72F5"/>
    <w:rsid w:val="00CE461C"/>
    <w:rsid w:val="00CE471F"/>
    <w:rsid w:val="00D03247"/>
    <w:rsid w:val="00D13366"/>
    <w:rsid w:val="00D26D5C"/>
    <w:rsid w:val="00D51742"/>
    <w:rsid w:val="00D678D0"/>
    <w:rsid w:val="00D76241"/>
    <w:rsid w:val="00D86A6E"/>
    <w:rsid w:val="00D878C1"/>
    <w:rsid w:val="00DA2E15"/>
    <w:rsid w:val="00DB3DF4"/>
    <w:rsid w:val="00DC41E2"/>
    <w:rsid w:val="00DC76D6"/>
    <w:rsid w:val="00DD69E8"/>
    <w:rsid w:val="00DD7B79"/>
    <w:rsid w:val="00DE0185"/>
    <w:rsid w:val="00DF1F49"/>
    <w:rsid w:val="00DF4BAF"/>
    <w:rsid w:val="00DF6689"/>
    <w:rsid w:val="00E0301F"/>
    <w:rsid w:val="00E10F53"/>
    <w:rsid w:val="00E24DAF"/>
    <w:rsid w:val="00E34923"/>
    <w:rsid w:val="00E34A89"/>
    <w:rsid w:val="00E3699C"/>
    <w:rsid w:val="00E4420F"/>
    <w:rsid w:val="00E458E9"/>
    <w:rsid w:val="00E51F6B"/>
    <w:rsid w:val="00E7208B"/>
    <w:rsid w:val="00E72D64"/>
    <w:rsid w:val="00E8453A"/>
    <w:rsid w:val="00E94C74"/>
    <w:rsid w:val="00EB0B88"/>
    <w:rsid w:val="00EC52A6"/>
    <w:rsid w:val="00ED1100"/>
    <w:rsid w:val="00ED4411"/>
    <w:rsid w:val="00ED5C94"/>
    <w:rsid w:val="00EE5A2E"/>
    <w:rsid w:val="00F01C8E"/>
    <w:rsid w:val="00F0320F"/>
    <w:rsid w:val="00F17BFC"/>
    <w:rsid w:val="00F20A90"/>
    <w:rsid w:val="00F27B61"/>
    <w:rsid w:val="00F353B5"/>
    <w:rsid w:val="00F41DC0"/>
    <w:rsid w:val="00F54581"/>
    <w:rsid w:val="00F631E7"/>
    <w:rsid w:val="00F80221"/>
    <w:rsid w:val="00FA1B4D"/>
    <w:rsid w:val="00FA323D"/>
    <w:rsid w:val="00FA5FC9"/>
    <w:rsid w:val="00FC005E"/>
    <w:rsid w:val="00FD3894"/>
    <w:rsid w:val="00FE51C9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2ABAF"/>
  <w15:docId w15:val="{1CE0A839-4A19-465E-822A-3632E6CA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87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slov1">
    <w:name w:val="heading 1"/>
    <w:aliases w:val="Outline1"/>
    <w:basedOn w:val="Navaden"/>
    <w:next w:val="Navaden"/>
    <w:link w:val="Naslov1Znak"/>
    <w:uiPriority w:val="99"/>
    <w:qFormat/>
    <w:rsid w:val="001F3EF0"/>
    <w:pPr>
      <w:keepNext/>
      <w:overflowPunct/>
      <w:autoSpaceDE/>
      <w:autoSpaceDN/>
      <w:adjustRightInd/>
      <w:textAlignment w:val="auto"/>
      <w:outlineLvl w:val="0"/>
    </w:pPr>
    <w:rPr>
      <w:rFonts w:ascii="Arial" w:hAnsi="Arial"/>
    </w:rPr>
  </w:style>
  <w:style w:type="paragraph" w:styleId="Naslov4">
    <w:name w:val="heading 4"/>
    <w:basedOn w:val="Navaden"/>
    <w:next w:val="Navaden"/>
    <w:link w:val="Naslov4Znak"/>
    <w:uiPriority w:val="99"/>
    <w:qFormat/>
    <w:rsid w:val="00E34923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Glava">
    <w:name w:val="header"/>
    <w:basedOn w:val="Navaden"/>
    <w:link w:val="Glav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Pr>
      <w:rFonts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rsid w:val="00DC76D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Pr>
      <w:rFonts w:cs="Times New Roman"/>
      <w:sz w:val="20"/>
      <w:szCs w:val="20"/>
    </w:rPr>
  </w:style>
  <w:style w:type="paragraph" w:styleId="Naslovnaslovnika">
    <w:name w:val="envelope address"/>
    <w:basedOn w:val="Navaden"/>
    <w:uiPriority w:val="99"/>
    <w:rsid w:val="00DC76D6"/>
    <w:pPr>
      <w:framePr w:w="7920" w:h="1980" w:hRule="exact" w:hSpace="141" w:wrap="auto" w:hAnchor="page" w:xAlign="center" w:yAlign="bottom"/>
      <w:ind w:left="2880"/>
    </w:pPr>
    <w:rPr>
      <w:sz w:val="28"/>
    </w:rPr>
  </w:style>
  <w:style w:type="paragraph" w:styleId="Besedilooblaka">
    <w:name w:val="Balloon Text"/>
    <w:basedOn w:val="Navaden"/>
    <w:link w:val="BesedilooblakaZnak"/>
    <w:uiPriority w:val="99"/>
    <w:semiHidden/>
    <w:rsid w:val="000F461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Pr>
      <w:rFonts w:cs="Times New Roman"/>
      <w:sz w:val="2"/>
    </w:rPr>
  </w:style>
  <w:style w:type="table" w:styleId="Tabelamrea">
    <w:name w:val="Table Grid"/>
    <w:basedOn w:val="Navadnatabela"/>
    <w:uiPriority w:val="99"/>
    <w:rsid w:val="000444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rsid w:val="00641FBD"/>
    <w:rPr>
      <w:rFonts w:cs="Times New Roman"/>
    </w:rPr>
  </w:style>
  <w:style w:type="paragraph" w:styleId="Sprotnaopomba-besedilo">
    <w:name w:val="footnote text"/>
    <w:basedOn w:val="Navaden"/>
    <w:link w:val="Sprotnaopomba-besediloZnak"/>
    <w:uiPriority w:val="99"/>
    <w:rsid w:val="00E34923"/>
    <w:pPr>
      <w:overflowPunct/>
      <w:autoSpaceDE/>
      <w:autoSpaceDN/>
      <w:adjustRightInd/>
      <w:textAlignment w:val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locked/>
    <w:rPr>
      <w:rFonts w:cs="Times New Roman"/>
      <w:sz w:val="20"/>
      <w:szCs w:val="20"/>
    </w:rPr>
  </w:style>
  <w:style w:type="paragraph" w:styleId="Telobesedila">
    <w:name w:val="Body Text"/>
    <w:basedOn w:val="Navaden"/>
    <w:link w:val="TelobesedilaZnak"/>
    <w:uiPriority w:val="99"/>
    <w:rsid w:val="00E34923"/>
    <w:pPr>
      <w:overflowPunct/>
      <w:autoSpaceDE/>
      <w:autoSpaceDN/>
      <w:adjustRightInd/>
      <w:jc w:val="both"/>
      <w:textAlignment w:val="auto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Pr>
      <w:rFonts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rsid w:val="00E34923"/>
    <w:rPr>
      <w:rFonts w:cs="Times New Roman"/>
      <w:vertAlign w:val="superscript"/>
    </w:rPr>
  </w:style>
  <w:style w:type="paragraph" w:styleId="Telobesedila2">
    <w:name w:val="Body Text 2"/>
    <w:basedOn w:val="Navaden"/>
    <w:link w:val="Telobesedila2Znak"/>
    <w:uiPriority w:val="99"/>
    <w:rsid w:val="00AE678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locked/>
    <w:rPr>
      <w:rFonts w:cs="Times New Roman"/>
      <w:sz w:val="20"/>
      <w:szCs w:val="20"/>
    </w:rPr>
  </w:style>
  <w:style w:type="paragraph" w:customStyle="1" w:styleId="ZnakZnakZnakZnakZnakZnakZnakZnakZnakZnakZnakZnakZnak">
    <w:name w:val="Znak Znak Znak Znak Znak Znak Znak Znak Znak Znak Znak Znak Znak"/>
    <w:basedOn w:val="Navaden"/>
    <w:uiPriority w:val="99"/>
    <w:rsid w:val="00AE475E"/>
    <w:pPr>
      <w:overflowPunct/>
      <w:autoSpaceDE/>
      <w:autoSpaceDN/>
      <w:adjustRightInd/>
      <w:spacing w:after="160" w:line="240" w:lineRule="exact"/>
      <w:textAlignment w:val="auto"/>
    </w:pPr>
    <w:rPr>
      <w:lang w:val="en-US" w:eastAsia="en-GB"/>
    </w:rPr>
  </w:style>
  <w:style w:type="paragraph" w:styleId="Odstavekseznama">
    <w:name w:val="List Paragraph"/>
    <w:basedOn w:val="Navaden"/>
    <w:uiPriority w:val="99"/>
    <w:qFormat/>
    <w:rsid w:val="00410904"/>
    <w:pPr>
      <w:ind w:left="720"/>
      <w:contextualSpacing/>
    </w:pPr>
  </w:style>
  <w:style w:type="paragraph" w:customStyle="1" w:styleId="p">
    <w:name w:val="p"/>
    <w:basedOn w:val="Navaden"/>
    <w:uiPriority w:val="99"/>
    <w:rsid w:val="00410904"/>
    <w:pPr>
      <w:overflowPunct/>
      <w:autoSpaceDE/>
      <w:autoSpaceDN/>
      <w:adjustRightInd/>
      <w:spacing w:before="52" w:after="13"/>
      <w:ind w:left="13" w:right="13" w:firstLine="240"/>
      <w:jc w:val="both"/>
      <w:textAlignment w:val="auto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Predloge\DOPI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DOPIS.dot</Template>
  <TotalTime>3</TotalTime>
  <Pages>1</Pages>
  <Words>30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 :  46506-0115/02-220</vt:lpstr>
    </vt:vector>
  </TitlesOfParts>
  <Company>Občina Ilirska Bistrica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 :  46506-0115/02-220</dc:title>
  <dc:creator>PC 15</dc:creator>
  <cp:lastModifiedBy>anzes@dompost.postojna.si</cp:lastModifiedBy>
  <cp:revision>6</cp:revision>
  <cp:lastPrinted>2013-03-12T11:15:00Z</cp:lastPrinted>
  <dcterms:created xsi:type="dcterms:W3CDTF">2018-01-24T10:27:00Z</dcterms:created>
  <dcterms:modified xsi:type="dcterms:W3CDTF">2026-01-15T10:06:00Z</dcterms:modified>
</cp:coreProperties>
</file>